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912"/>
        <w:gridCol w:w="2977"/>
      </w:tblGrid>
      <w:tr w:rsidR="000348ED" w:rsidRPr="009930FD" w:rsidTr="009930FD">
        <w:tc>
          <w:tcPr>
            <w:tcW w:w="6912" w:type="dxa"/>
          </w:tcPr>
          <w:p w:rsidR="000348ED" w:rsidRPr="009930FD" w:rsidRDefault="005D05AC" w:rsidP="00875502">
            <w:pPr>
              <w:tabs>
                <w:tab w:val="left" w:pos="851"/>
              </w:tabs>
            </w:pPr>
            <w:r w:rsidRPr="009930FD">
              <w:t>From:</w:t>
            </w:r>
            <w:r w:rsidRPr="009930FD">
              <w:tab/>
            </w:r>
            <w:r w:rsidR="00875502" w:rsidRPr="009930FD">
              <w:t>ARM1</w:t>
            </w:r>
          </w:p>
        </w:tc>
        <w:tc>
          <w:tcPr>
            <w:tcW w:w="2977" w:type="dxa"/>
          </w:tcPr>
          <w:p w:rsidR="000348ED" w:rsidRPr="008A792A" w:rsidRDefault="008A792A" w:rsidP="005D05AC">
            <w:pPr>
              <w:jc w:val="right"/>
            </w:pPr>
            <w:r w:rsidRPr="008A792A">
              <w:t>ARM1-11.1.8</w:t>
            </w:r>
          </w:p>
        </w:tc>
      </w:tr>
      <w:tr w:rsidR="000348ED" w:rsidRPr="009930FD" w:rsidTr="009930FD">
        <w:tc>
          <w:tcPr>
            <w:tcW w:w="6912" w:type="dxa"/>
          </w:tcPr>
          <w:p w:rsidR="000348ED" w:rsidRPr="009930FD" w:rsidRDefault="005D05AC" w:rsidP="00875502">
            <w:pPr>
              <w:tabs>
                <w:tab w:val="left" w:pos="851"/>
              </w:tabs>
            </w:pPr>
            <w:r w:rsidRPr="009930FD">
              <w:t>To:</w:t>
            </w:r>
            <w:r w:rsidRPr="009930FD">
              <w:tab/>
            </w:r>
            <w:r w:rsidR="003A7A5C">
              <w:t>All IALA Technical C</w:t>
            </w:r>
            <w:bookmarkStart w:id="0" w:name="_GoBack"/>
            <w:bookmarkEnd w:id="0"/>
            <w:r w:rsidR="00875502" w:rsidRPr="009930FD">
              <w:t>ommittees</w:t>
            </w:r>
            <w:r w:rsidR="009930FD">
              <w:t xml:space="preserve"> &amp; Secretariat</w:t>
            </w:r>
          </w:p>
        </w:tc>
        <w:tc>
          <w:tcPr>
            <w:tcW w:w="2977" w:type="dxa"/>
          </w:tcPr>
          <w:p w:rsidR="000348ED" w:rsidRPr="008A792A" w:rsidRDefault="00875502" w:rsidP="00875502">
            <w:pPr>
              <w:jc w:val="right"/>
            </w:pPr>
            <w:r w:rsidRPr="008A792A">
              <w:t>25</w:t>
            </w:r>
            <w:r w:rsidR="005D05AC" w:rsidRPr="008A792A">
              <w:t xml:space="preserve"> </w:t>
            </w:r>
            <w:r w:rsidRPr="008A792A">
              <w:t>Nov</w:t>
            </w:r>
            <w:r w:rsidR="005D05AC" w:rsidRPr="008A792A">
              <w:t xml:space="preserve"> 20</w:t>
            </w:r>
            <w:r w:rsidR="001A654A" w:rsidRPr="008A792A">
              <w:t>1</w:t>
            </w:r>
            <w:r w:rsidRPr="008A792A">
              <w:t>4</w:t>
            </w:r>
          </w:p>
        </w:tc>
      </w:tr>
    </w:tbl>
    <w:p w:rsidR="000348ED" w:rsidRPr="009930FD" w:rsidRDefault="005D05AC" w:rsidP="005D05AC">
      <w:pPr>
        <w:pStyle w:val="Title"/>
        <w:spacing w:before="480" w:after="120"/>
      </w:pPr>
      <w:r w:rsidRPr="009930FD">
        <w:t>Liaison Note</w:t>
      </w:r>
    </w:p>
    <w:p w:rsidR="000348ED" w:rsidRPr="009930FD" w:rsidRDefault="00875502" w:rsidP="005D05AC">
      <w:pPr>
        <w:pStyle w:val="Title"/>
        <w:spacing w:after="120"/>
      </w:pPr>
      <w:r w:rsidRPr="009930FD">
        <w:rPr>
          <w:color w:val="000000"/>
        </w:rPr>
        <w:t>NAVGUIDE Update – Ways of Working</w:t>
      </w:r>
    </w:p>
    <w:p w:rsidR="0064435F" w:rsidRPr="009930FD" w:rsidRDefault="0064435F" w:rsidP="00135447">
      <w:pPr>
        <w:pStyle w:val="Heading1"/>
        <w:rPr>
          <w:lang w:val="en-GB"/>
        </w:rPr>
      </w:pPr>
      <w:r w:rsidRPr="009930FD">
        <w:rPr>
          <w:lang w:val="en-GB"/>
        </w:rPr>
        <w:t>Introduction</w:t>
      </w:r>
    </w:p>
    <w:p w:rsidR="00B8247E" w:rsidRPr="009930FD" w:rsidRDefault="000A1494" w:rsidP="00002906">
      <w:pPr>
        <w:pStyle w:val="BodyText"/>
      </w:pPr>
      <w:r w:rsidRPr="009930FD">
        <w:t xml:space="preserve">The IALA NAVGUIDE is an overarching manual which covers all aspects of Marine Aids to Navigation (AtoN) </w:t>
      </w:r>
      <w:r w:rsidR="00573DE2" w:rsidRPr="009930FD">
        <w:t xml:space="preserve">provision </w:t>
      </w:r>
      <w:r w:rsidRPr="009930FD">
        <w:t>and has historically been updated every four years at each IALA Conference.  A new way of updating the NAVGUIDE is detailed in this document.</w:t>
      </w:r>
    </w:p>
    <w:p w:rsidR="00902AA4" w:rsidRPr="009930FD" w:rsidRDefault="000A1494" w:rsidP="00135447">
      <w:pPr>
        <w:pStyle w:val="Heading1"/>
        <w:rPr>
          <w:lang w:val="en-GB"/>
        </w:rPr>
      </w:pPr>
      <w:r w:rsidRPr="009930FD">
        <w:rPr>
          <w:lang w:val="en-GB"/>
        </w:rPr>
        <w:t>Way of Working</w:t>
      </w:r>
    </w:p>
    <w:p w:rsidR="00902AA4" w:rsidRPr="009930FD" w:rsidRDefault="000A1494" w:rsidP="00002906">
      <w:pPr>
        <w:pStyle w:val="BodyText"/>
      </w:pPr>
      <w:r w:rsidRPr="009930FD">
        <w:t xml:space="preserve">IALA is developing a “Wiki” which is a web application </w:t>
      </w:r>
      <w:r w:rsidR="000A7BD9" w:rsidRPr="009930FD">
        <w:t>allowing</w:t>
      </w:r>
      <w:r w:rsidRPr="009930FD">
        <w:t xml:space="preserve"> </w:t>
      </w:r>
      <w:r w:rsidR="000A7BD9" w:rsidRPr="009930FD">
        <w:t xml:space="preserve">committee </w:t>
      </w:r>
      <w:proofErr w:type="gramStart"/>
      <w:r w:rsidR="000A7BD9" w:rsidRPr="009930FD">
        <w:t>members</w:t>
      </w:r>
      <w:proofErr w:type="gramEnd"/>
      <w:r w:rsidRPr="009930FD">
        <w:t xml:space="preserve"> to add, modify, or delete content in collaboration with others.  The NAVGUIDE is currently being uploaded to the wiki in order that the document can be worked on in a collaborative manner.  </w:t>
      </w:r>
      <w:r w:rsidR="00A76DC0" w:rsidRPr="009930FD">
        <w:t>Once this is achieved</w:t>
      </w:r>
      <w:r w:rsidR="008B08F1" w:rsidRPr="009930FD">
        <w:t>,</w:t>
      </w:r>
      <w:r w:rsidR="00A76DC0" w:rsidRPr="009930FD">
        <w:t xml:space="preserve"> each committee will take responsibility for updating its </w:t>
      </w:r>
      <w:r w:rsidR="008B08F1" w:rsidRPr="009930FD">
        <w:t>“</w:t>
      </w:r>
      <w:r w:rsidR="00A76DC0" w:rsidRPr="009930FD">
        <w:t>own</w:t>
      </w:r>
      <w:r w:rsidR="008B08F1" w:rsidRPr="009930FD">
        <w:t>”</w:t>
      </w:r>
      <w:r w:rsidR="00A76DC0" w:rsidRPr="009930FD">
        <w:t xml:space="preserve"> pages under the monitoring of the ARM committee which will co-ordinate and monitor all activity</w:t>
      </w:r>
      <w:r w:rsidR="00573DE2" w:rsidRPr="009930FD">
        <w:t>.</w:t>
      </w:r>
      <w:r w:rsidR="008B08F1" w:rsidRPr="009930FD">
        <w:t xml:space="preserve">  </w:t>
      </w:r>
      <w:fldSimple w:instr=" REF _Ref404763008 ">
        <w:r w:rsidR="00324CB6">
          <w:t xml:space="preserve">Table </w:t>
        </w:r>
        <w:r w:rsidR="00324CB6">
          <w:rPr>
            <w:noProof/>
          </w:rPr>
          <w:t>1</w:t>
        </w:r>
      </w:fldSimple>
      <w:r w:rsidR="00324CB6">
        <w:t xml:space="preserve"> </w:t>
      </w:r>
      <w:r w:rsidR="008B08F1" w:rsidRPr="009930FD">
        <w:t>shows the allocation of sections of the NAVGUIDE to the relevant committee.</w:t>
      </w:r>
    </w:p>
    <w:p w:rsidR="00573DE2" w:rsidRPr="009930FD" w:rsidRDefault="00573DE2" w:rsidP="00002906">
      <w:pPr>
        <w:pStyle w:val="BodyText"/>
      </w:pPr>
      <w:r w:rsidRPr="009930FD">
        <w:t>All committees will update the NAVGUIDE on an as required basis when, for instance, new standards, guidelines and recommendations are created and others updated, which are reflected in the NAVGUIDE.</w:t>
      </w:r>
      <w:r w:rsidR="00784A5B" w:rsidRPr="009930FD">
        <w:t xml:space="preserve">  This should be a standing work item for each IALA committee.</w:t>
      </w:r>
    </w:p>
    <w:p w:rsidR="00573DE2" w:rsidRPr="009930FD" w:rsidRDefault="00573DE2" w:rsidP="00002906">
      <w:pPr>
        <w:pStyle w:val="BodyText"/>
      </w:pPr>
      <w:r w:rsidRPr="009930FD">
        <w:t xml:space="preserve">It is expected that the NAVGUIDE will then be fixed at a certain point and published once every two years in </w:t>
      </w:r>
      <w:r w:rsidR="000A7BD9" w:rsidRPr="009930FD">
        <w:t xml:space="preserve">printable </w:t>
      </w:r>
      <w:r w:rsidRPr="009930FD">
        <w:t xml:space="preserve">electronic form only.  Once this cycle is complete, it will be iterated on </w:t>
      </w:r>
      <w:r w:rsidR="008B57A4" w:rsidRPr="009930FD">
        <w:t>a</w:t>
      </w:r>
      <w:r w:rsidRPr="009930FD">
        <w:t xml:space="preserve"> two year cycle.</w:t>
      </w:r>
    </w:p>
    <w:p w:rsidR="009930FD" w:rsidRPr="009930FD" w:rsidRDefault="00573DE2" w:rsidP="009930FD">
      <w:pPr>
        <w:pStyle w:val="BodyText"/>
      </w:pPr>
      <w:r w:rsidRPr="009930FD">
        <w:t xml:space="preserve">Each committee is requested to provide point of contact/coordinator to </w:t>
      </w:r>
      <w:r w:rsidR="002D4716" w:rsidRPr="009930FD">
        <w:t xml:space="preserve">liaise with the ARM task leader (Martin Bransby – </w:t>
      </w:r>
      <w:hyperlink r:id="rId9" w:history="1">
        <w:r w:rsidR="002D4716" w:rsidRPr="009930FD">
          <w:rPr>
            <w:rStyle w:val="Hyperlink"/>
          </w:rPr>
          <w:t>martin.bransby@gla-rrnav.org</w:t>
        </w:r>
      </w:hyperlink>
      <w:r w:rsidR="002D4716" w:rsidRPr="009930FD">
        <w:t>) who will coordinate on behalf of ARM</w:t>
      </w:r>
      <w:r w:rsidR="008B08F1" w:rsidRPr="009930FD">
        <w:t>.</w:t>
      </w:r>
    </w:p>
    <w:p w:rsidR="009F5C36" w:rsidRPr="009930FD" w:rsidRDefault="00AA76C0" w:rsidP="009930FD">
      <w:pPr>
        <w:pStyle w:val="Heading1"/>
        <w:rPr>
          <w:lang w:val="en-GB"/>
        </w:rPr>
      </w:pPr>
      <w:r w:rsidRPr="009930FD">
        <w:rPr>
          <w:lang w:val="en-GB"/>
        </w:rPr>
        <w:t>Action requested</w:t>
      </w:r>
    </w:p>
    <w:p w:rsidR="000A7BD9" w:rsidRPr="009930FD" w:rsidRDefault="008B08F1" w:rsidP="008B08F1">
      <w:pPr>
        <w:pStyle w:val="List1"/>
        <w:numPr>
          <w:ilvl w:val="0"/>
          <w:numId w:val="0"/>
        </w:numPr>
        <w:rPr>
          <w:lang w:val="en-GB"/>
        </w:rPr>
      </w:pPr>
      <w:r w:rsidRPr="009930FD">
        <w:rPr>
          <w:lang w:val="en-GB"/>
        </w:rPr>
        <w:t>All IALA technical committees are requested to</w:t>
      </w:r>
      <w:r w:rsidR="000A7BD9" w:rsidRPr="009930FD">
        <w:rPr>
          <w:lang w:val="en-GB"/>
        </w:rPr>
        <w:t>:</w:t>
      </w:r>
    </w:p>
    <w:p w:rsidR="00630F7F" w:rsidRPr="009930FD" w:rsidRDefault="000A7BD9" w:rsidP="000A7BD9">
      <w:pPr>
        <w:pStyle w:val="List1"/>
        <w:numPr>
          <w:ilvl w:val="0"/>
          <w:numId w:val="24"/>
        </w:numPr>
        <w:rPr>
          <w:lang w:val="en-GB"/>
        </w:rPr>
      </w:pPr>
      <w:r w:rsidRPr="009930FD">
        <w:rPr>
          <w:lang w:val="en-GB"/>
        </w:rPr>
        <w:t>P</w:t>
      </w:r>
      <w:r w:rsidR="008B08F1" w:rsidRPr="009930FD">
        <w:rPr>
          <w:lang w:val="en-GB"/>
        </w:rPr>
        <w:t xml:space="preserve">rovide point of contact/coordinator to liaise with the ARM task leader (Martin Bransby – </w:t>
      </w:r>
      <w:hyperlink r:id="rId10" w:history="1">
        <w:r w:rsidR="008B08F1" w:rsidRPr="009930FD">
          <w:rPr>
            <w:rStyle w:val="Hyperlink"/>
            <w:lang w:val="en-GB"/>
          </w:rPr>
          <w:t>martin.bransby@gla-rrnav.org</w:t>
        </w:r>
      </w:hyperlink>
      <w:r w:rsidR="008B08F1" w:rsidRPr="009930FD">
        <w:rPr>
          <w:lang w:val="en-GB"/>
        </w:rPr>
        <w:t>) who will coordinate on behalf of ARM.  Each appointee will be responsible for the updating of the relevant sections of the NAVGUIDE as detailed in</w:t>
      </w:r>
      <w:r w:rsidR="00324CB6">
        <w:rPr>
          <w:lang w:val="en-GB"/>
        </w:rPr>
        <w:t xml:space="preserve"> </w:t>
      </w:r>
      <w:r w:rsidR="00324CB6">
        <w:rPr>
          <w:lang w:val="en-GB"/>
        </w:rPr>
        <w:fldChar w:fldCharType="begin"/>
      </w:r>
      <w:r w:rsidR="00324CB6">
        <w:rPr>
          <w:lang w:val="en-GB"/>
        </w:rPr>
        <w:instrText xml:space="preserve"> REF _Ref404763008 </w:instrText>
      </w:r>
      <w:r w:rsidR="00324CB6">
        <w:rPr>
          <w:lang w:val="en-GB"/>
        </w:rPr>
        <w:fldChar w:fldCharType="separate"/>
      </w:r>
      <w:r w:rsidR="00324CB6">
        <w:t xml:space="preserve">Table </w:t>
      </w:r>
      <w:r w:rsidR="00324CB6">
        <w:rPr>
          <w:noProof/>
        </w:rPr>
        <w:t>1</w:t>
      </w:r>
      <w:r w:rsidR="00324CB6">
        <w:rPr>
          <w:lang w:val="en-GB"/>
        </w:rPr>
        <w:fldChar w:fldCharType="end"/>
      </w:r>
      <w:r w:rsidR="008B08F1" w:rsidRPr="009930FD">
        <w:rPr>
          <w:lang w:val="en-GB"/>
        </w:rPr>
        <w:t>.</w:t>
      </w:r>
    </w:p>
    <w:p w:rsidR="000A7BD9" w:rsidRDefault="000A7BD9" w:rsidP="000A7BD9">
      <w:pPr>
        <w:pStyle w:val="List1"/>
        <w:numPr>
          <w:ilvl w:val="0"/>
          <w:numId w:val="24"/>
        </w:numPr>
        <w:rPr>
          <w:lang w:val="en-GB"/>
        </w:rPr>
      </w:pPr>
      <w:r w:rsidRPr="009930FD">
        <w:rPr>
          <w:lang w:val="en-GB"/>
        </w:rPr>
        <w:t>Create a standing agenda item for the updating of the NAVGUIDE at each committee session as required.</w:t>
      </w:r>
    </w:p>
    <w:p w:rsidR="009930FD" w:rsidRDefault="009930FD" w:rsidP="009930F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9930FD" w:rsidRDefault="009930FD" w:rsidP="009930FD">
      <w:pPr>
        <w:rPr>
          <w:lang w:eastAsia="en-GB"/>
        </w:rPr>
        <w:sectPr w:rsidR="009930FD" w:rsidSect="005D05AC">
          <w:footerReference w:type="default" r:id="rId11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A5746E" w:rsidRDefault="00A5746E" w:rsidP="00A5746E">
      <w:pPr>
        <w:pStyle w:val="Caption"/>
        <w:keepNext/>
      </w:pPr>
      <w:bookmarkStart w:id="1" w:name="_Ref404763008"/>
      <w:r>
        <w:lastRenderedPageBreak/>
        <w:t xml:space="preserve">Table </w:t>
      </w:r>
      <w:fldSimple w:instr=" SEQ Table \* ARABIC ">
        <w:r>
          <w:rPr>
            <w:noProof/>
          </w:rPr>
          <w:t>1</w:t>
        </w:r>
      </w:fldSimple>
      <w:bookmarkEnd w:id="1"/>
      <w:r>
        <w:t xml:space="preserve"> - NAVGUIDE Committee Allocations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70"/>
        <w:gridCol w:w="5676"/>
        <w:gridCol w:w="1742"/>
      </w:tblGrid>
      <w:tr w:rsidR="00A5746E" w:rsidRPr="00A5746E" w:rsidTr="00A5746E">
        <w:trPr>
          <w:trHeight w:val="500"/>
        </w:trPr>
        <w:tc>
          <w:tcPr>
            <w:tcW w:w="10188" w:type="dxa"/>
            <w:gridSpan w:val="3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sz w:val="32"/>
                <w:lang w:eastAsia="en-GB"/>
              </w:rPr>
            </w:pPr>
            <w:bookmarkStart w:id="2" w:name="RANGE!A1:D221"/>
            <w:r w:rsidRPr="00A5746E">
              <w:rPr>
                <w:b/>
                <w:sz w:val="32"/>
                <w:lang w:eastAsia="en-GB"/>
              </w:rPr>
              <w:t>NAVGUIDE - Committee Allocation</w:t>
            </w:r>
            <w:bookmarkEnd w:id="2"/>
          </w:p>
        </w:tc>
      </w:tr>
      <w:tr w:rsidR="00A5746E" w:rsidRPr="00A5746E" w:rsidTr="00A5746E">
        <w:trPr>
          <w:trHeight w:val="1335"/>
        </w:trPr>
        <w:tc>
          <w:tcPr>
            <w:tcW w:w="2770" w:type="dxa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SECTION</w:t>
            </w:r>
          </w:p>
        </w:tc>
        <w:tc>
          <w:tcPr>
            <w:tcW w:w="5676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>
              <w:rPr>
                <w:b/>
                <w:bCs/>
                <w:sz w:val="24"/>
                <w:lang w:eastAsia="en-GB"/>
              </w:rPr>
              <w:t>SUB-SECTION</w:t>
            </w:r>
          </w:p>
        </w:tc>
        <w:tc>
          <w:tcPr>
            <w:tcW w:w="1742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ALLOCATED TO</w:t>
            </w:r>
          </w:p>
        </w:tc>
      </w:tr>
      <w:tr w:rsidR="00A5746E" w:rsidRPr="00A5746E" w:rsidTr="00A5746E">
        <w:trPr>
          <w:trHeight w:val="54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Foreword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Acknowledgement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Table of Contents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1 - Introduction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Scope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Membership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Structure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Council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General Assembly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Committees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Policy Advisory Panel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Conferences, Symposiums and Exhibitions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Workshops and Seminars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Publications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Recommendations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Guidelines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Manuals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Dictionary: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Documentation: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Related Organisations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2 - Concepts and Accuracy of Navigation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Methods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Standards for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Phases of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Ocean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Coastal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Harbour Approach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Restricted Waters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Errors and Accuracy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Hydrographic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Datum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of Charts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2.5.4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Charted Buoy Positions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3 - Aids to Navigation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Visual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Signal Colours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Visibility of a Mark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Visibility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Atmospheric </w:t>
            </w:r>
            <w:proofErr w:type="spellStart"/>
            <w:r w:rsidRPr="00A5746E">
              <w:rPr>
                <w:lang w:eastAsia="en-GB"/>
              </w:rPr>
              <w:t>Transmissivity</w:t>
            </w:r>
            <w:proofErr w:type="spellEnd"/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Atmospheric Refraction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Contrast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Binoculars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Visual Mark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Geographical Range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Aids to Navigation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Gas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Photometry of Marine Aids to Navigation Signal Lights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Rhythms/Character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Fixed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Floating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Sector Lights and Leading (Range) Lines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Integrated power supply lanterns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795"/>
        </w:trPr>
        <w:tc>
          <w:tcPr>
            <w:tcW w:w="10188" w:type="dxa"/>
            <w:gridSpan w:val="3"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4 - e-Navigation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3" w:name="RANGE!A62"/>
            <w:r w:rsidRPr="00A5746E">
              <w:rPr>
                <w:lang w:eastAsia="en-GB"/>
              </w:rPr>
              <w:t>4.2</w:t>
            </w:r>
            <w:bookmarkEnd w:id="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of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 Vision for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4" w:name="RANGE!A64"/>
            <w:r w:rsidRPr="00A5746E">
              <w:rPr>
                <w:lang w:eastAsia="en-GB"/>
              </w:rPr>
              <w:t>4.4</w:t>
            </w:r>
            <w:bookmarkEnd w:id="4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Strategy &amp; Implementation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IALA's Role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5" w:name="RANGE!A66"/>
            <w:r w:rsidRPr="00A5746E">
              <w:rPr>
                <w:lang w:eastAsia="en-GB"/>
              </w:rPr>
              <w:t>4.6</w:t>
            </w:r>
            <w:bookmarkEnd w:id="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E-Navigation Architecture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IMO Adopted Overarching Architecture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User’s Perspective of e-Navigation in Architectural Terms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Common Maritime Data Structure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Shore-based Setup for Facilitating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6" w:name="RANGE!A71"/>
            <w:r w:rsidRPr="00A5746E">
              <w:rPr>
                <w:lang w:eastAsia="en-GB"/>
              </w:rPr>
              <w:t>4.7</w:t>
            </w:r>
            <w:bookmarkEnd w:id="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Technology for e-Navigation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7" w:name="RANGE!A72"/>
            <w:r w:rsidRPr="00A5746E">
              <w:rPr>
                <w:lang w:eastAsia="en-GB"/>
              </w:rPr>
              <w:t>4.8</w:t>
            </w:r>
            <w:bookmarkEnd w:id="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Plan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Position Fixing Systems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Global Navigation Satellite Systems (GNSS)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8" w:name="RANGE!A75"/>
            <w:r w:rsidRPr="00A5746E">
              <w:rPr>
                <w:lang w:eastAsia="en-GB"/>
              </w:rPr>
              <w:t>4.9.1   </w:t>
            </w:r>
            <w:bookmarkEnd w:id="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GPS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9" w:name="RANGE!A76"/>
            <w:r w:rsidRPr="00A5746E">
              <w:rPr>
                <w:lang w:eastAsia="en-GB"/>
              </w:rPr>
              <w:t>4.9.2</w:t>
            </w:r>
            <w:bookmarkEnd w:id="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GLONASS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Galileo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0" w:name="RANGE!A78"/>
            <w:r w:rsidRPr="00A5746E">
              <w:rPr>
                <w:lang w:eastAsia="en-GB"/>
              </w:rPr>
              <w:t>4.9.4</w:t>
            </w:r>
            <w:bookmarkEnd w:id="10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Beidou</w:t>
            </w:r>
            <w:proofErr w:type="spellEnd"/>
            <w:r w:rsidRPr="00A5746E">
              <w:rPr>
                <w:lang w:eastAsia="en-GB"/>
              </w:rPr>
              <w:t>/Compass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1" w:name="RANGE!A79"/>
            <w:r w:rsidRPr="00A5746E">
              <w:rPr>
                <w:lang w:eastAsia="en-GB"/>
              </w:rPr>
              <w:t>4.9.5</w:t>
            </w:r>
            <w:bookmarkEnd w:id="1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QZSS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IRNSS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2" w:name="RANGE!A81"/>
            <w:r w:rsidRPr="00A5746E">
              <w:rPr>
                <w:lang w:eastAsia="en-GB"/>
              </w:rPr>
              <w:t>4.10</w:t>
            </w:r>
            <w:bookmarkEnd w:id="12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Differential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3" w:name="RANGE!A82"/>
            <w:r w:rsidRPr="00A5746E">
              <w:rPr>
                <w:lang w:eastAsia="en-GB"/>
              </w:rPr>
              <w:t>4.10.1</w:t>
            </w:r>
            <w:bookmarkEnd w:id="1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Beacon DGNSS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4.10.2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SBAS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4" w:name="RANGE!A84"/>
            <w:r w:rsidRPr="00A5746E">
              <w:rPr>
                <w:lang w:eastAsia="en-GB"/>
              </w:rPr>
              <w:t>4.11</w:t>
            </w:r>
            <w:bookmarkEnd w:id="14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Receiver Autonomous Integrity Monitoring (</w:t>
            </w:r>
            <w:r w:rsidR="005621C7">
              <w:rPr>
                <w:lang w:eastAsia="en-GB"/>
              </w:rPr>
              <w:t>RAIM</w:t>
            </w:r>
            <w:r w:rsidRPr="00A5746E">
              <w:rPr>
                <w:lang w:eastAsia="en-GB"/>
              </w:rPr>
              <w:t>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Terrestrial - eLoran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5" w:name="RANGE!A86"/>
            <w:r w:rsidRPr="00A5746E">
              <w:rPr>
                <w:lang w:eastAsia="en-GB"/>
              </w:rPr>
              <w:t>4.12.1</w:t>
            </w:r>
            <w:bookmarkEnd w:id="1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6" w:name="RANGE!A87"/>
            <w:r w:rsidRPr="00A5746E">
              <w:rPr>
                <w:lang w:eastAsia="en-GB"/>
              </w:rPr>
              <w:t>4.12.2</w:t>
            </w:r>
            <w:bookmarkEnd w:id="1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7" w:name="RANGE!A88"/>
            <w:r w:rsidRPr="00A5746E">
              <w:rPr>
                <w:lang w:eastAsia="en-GB"/>
              </w:rPr>
              <w:t>4.12.3</w:t>
            </w:r>
            <w:bookmarkEnd w:id="1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eLoran Performance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8" w:name="RANGE!A89"/>
            <w:r w:rsidRPr="00A5746E">
              <w:rPr>
                <w:lang w:eastAsia="en-GB"/>
              </w:rPr>
              <w:t>4.12.4</w:t>
            </w:r>
            <w:bookmarkEnd w:id="1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Core eLoran Elements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9" w:name="RANGE!A90"/>
            <w:r w:rsidRPr="00A5746E">
              <w:rPr>
                <w:lang w:eastAsia="en-GB"/>
              </w:rPr>
              <w:t>4.12.5</w:t>
            </w:r>
            <w:bookmarkEnd w:id="1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Compatibility Between eLoran and Loran-C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0" w:name="RANGE!A91"/>
            <w:r w:rsidRPr="00A5746E">
              <w:rPr>
                <w:lang w:eastAsia="en-GB"/>
              </w:rPr>
              <w:t>4.12.6</w:t>
            </w:r>
            <w:bookmarkEnd w:id="20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eLoran as a Viable Backup to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1" w:name="RANGE!A92"/>
            <w:r w:rsidRPr="00A5746E">
              <w:rPr>
                <w:lang w:eastAsia="en-GB"/>
              </w:rPr>
              <w:t>4.13</w:t>
            </w:r>
            <w:bookmarkEnd w:id="2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New Technology Radars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Reflectors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Target Enhancers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Beacon (</w:t>
            </w: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>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Frequency-Agile </w:t>
            </w: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 xml:space="preserve"> Performance Criteria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 xml:space="preserve"> Technical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with New Technology Radars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(Inertial)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</w:t>
            </w:r>
            <w:proofErr w:type="spellStart"/>
            <w:r w:rsidRPr="00A5746E">
              <w:rPr>
                <w:lang w:eastAsia="en-GB"/>
              </w:rPr>
              <w:t>ePelorus</w:t>
            </w:r>
            <w:proofErr w:type="spellEnd"/>
            <w:r w:rsidRPr="00A5746E">
              <w:rPr>
                <w:lang w:eastAsia="en-GB"/>
              </w:rPr>
              <w:t>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Communications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Radio Communications Plan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Long Range Identification and Tracking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Concept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Performance Standards and Functional Requirements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10188" w:type="dxa"/>
            <w:gridSpan w:val="3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Automatic Identification System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4.18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Overview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4.19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Function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System Characteristics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4.21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Shipboard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Shore based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AIS as an Aid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Carriage Requirements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Cautions when using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Applications of AIS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IALA-NET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Chart Display and Information System (ECDIS)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AtoN Attribute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and Hydrological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Intergovernmental Oceanographic Commission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5 - Vessel Traffic Services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5621C7" w:rsidRDefault="005621C7">
            <w:pPr>
              <w:rPr>
                <w:lang w:eastAsia="en-GB"/>
              </w:rPr>
            </w:pPr>
          </w:p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 System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6 - Other Services and Facilities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 as a Service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 of Pilotage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Pilotage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IMO documents relating to pilotage or pilot training and certification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Ships Routeing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Objectives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Vessel Manoeuvring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Achieving A Minimum Comprehensive Mix of AtoN for Channels and Waterways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Elements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Dredging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Hydroographic</w:t>
            </w:r>
            <w:proofErr w:type="spellEnd"/>
            <w:r w:rsidRPr="00A5746E">
              <w:rPr>
                <w:lang w:eastAsia="en-GB"/>
              </w:rPr>
              <w:t xml:space="preserve">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Economic Considerations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Validation and Visualisation and the use of Related Tools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Marking of Man-Made Offshore Structures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Structures in General (Those not Included in Other Groups)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Aquaculture Farms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Wind Farms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Wave and Tidal Energy Devices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Sound Signals and their use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Fog Detectors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 in the World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sound signal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Nautical Publications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Warnings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World-Wide Navigational Warning Service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Lists of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Standard Descriptions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Positions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Safety Information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Tide Gauges and Current Meters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Under Keel Clearance Management Systems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7 - Power Supplies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- Renewable Energy Sources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Solar Power (Photovoltaic cell)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7.2.2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Wind Energy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Wave Energy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Rechargeable Batteries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Principal types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Primary Cells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Internal Combustion Engine/Generators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 and Lightning Protection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Lightning Protection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360"/>
        </w:trPr>
        <w:tc>
          <w:tcPr>
            <w:tcW w:w="10188" w:type="dxa"/>
            <w:gridSpan w:val="3"/>
            <w:noWrap/>
            <w:hideMark/>
          </w:tcPr>
          <w:p w:rsidR="005621C7" w:rsidRDefault="005621C7">
            <w:pPr>
              <w:rPr>
                <w:b/>
                <w:bCs/>
                <w:lang w:eastAsia="en-GB"/>
              </w:rPr>
            </w:pPr>
          </w:p>
          <w:p w:rsid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8 - Provision, Design and Management of Aids to Navigation</w:t>
            </w:r>
          </w:p>
          <w:p w:rsidR="005621C7" w:rsidRPr="00A5746E" w:rsidRDefault="005621C7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Criteria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(LOS)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Competent Authority Obligations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 for Quantity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Statements for Quality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Consultation and Review of Los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Mix of Aids to Navigation (Layers of Service)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8.3.1</w:t>
            </w:r>
          </w:p>
        </w:tc>
        <w:tc>
          <w:tcPr>
            <w:tcW w:w="5676" w:type="dxa"/>
            <w:hideMark/>
          </w:tcPr>
          <w:p w:rsidR="00A5746E" w:rsidRPr="00A5746E" w:rsidRDefault="005621C7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="00A5746E" w:rsidRPr="00A5746E">
              <w:rPr>
                <w:lang w:eastAsia="en-GB"/>
              </w:rPr>
              <w:t xml:space="preserve"> Risk Management Tools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 Decision Process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Levels of Risk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Objectives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Calculation of Availability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and Comments on Terms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8.4.3</w:t>
            </w:r>
          </w:p>
        </w:tc>
        <w:tc>
          <w:tcPr>
            <w:tcW w:w="5676" w:type="dxa"/>
            <w:hideMark/>
          </w:tcPr>
          <w:p w:rsidR="00A5746E" w:rsidRPr="00A5746E" w:rsidRDefault="005621C7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="00A5746E" w:rsidRPr="00A5746E">
              <w:rPr>
                <w:lang w:eastAsia="en-GB"/>
              </w:rPr>
              <w:t xml:space="preserve"> Categories for Traditional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and Continuity of Radionavigation Services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 and Under Achievement Issues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Continuity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 and Planning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Plans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Operational Plans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8.5.4</w:t>
            </w:r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Geographic Information Systems (</w:t>
            </w:r>
            <w:r w:rsidR="005621C7">
              <w:rPr>
                <w:lang w:eastAsia="en-GB"/>
              </w:rPr>
              <w:t>GIS</w:t>
            </w:r>
            <w:r w:rsidRPr="00A5746E">
              <w:rPr>
                <w:lang w:eastAsia="en-GB"/>
              </w:rPr>
              <w:t>) In AtoN Planning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Performance Measurement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Quality Management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Standards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Maintenance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Guiding Principles for Maintenance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Improving Efficiency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 Requirements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Contracting Out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Environment</w:t>
            </w:r>
          </w:p>
        </w:tc>
        <w:tc>
          <w:tcPr>
            <w:tcW w:w="1742" w:type="dxa"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Hazardous Materials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Preservation of Historic Aids to Navigation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8.11.1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Lens Size and Terminology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Third Party Access to Aids to Navigation Sites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Human Resources Issues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Source of Skills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Training for Maintenance Personnel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World Wide Academy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A5746E">
        <w:trPr>
          <w:trHeight w:val="36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A 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Maritime Buoyage System</w:t>
            </w:r>
          </w:p>
        </w:tc>
        <w:tc>
          <w:tcPr>
            <w:tcW w:w="1742" w:type="dxa"/>
            <w:noWrap/>
            <w:hideMark/>
          </w:tcPr>
          <w:p w:rsidR="00A5746E" w:rsidRPr="00A5746E" w:rsidRDefault="00DD59F1" w:rsidP="00A5746E">
            <w:pPr>
              <w:rPr>
                <w:lang w:eastAsia="en-GB"/>
              </w:rPr>
            </w:pPr>
            <w:r>
              <w:rPr>
                <w:lang w:eastAsia="en-GB"/>
              </w:rPr>
              <w:t>ARM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B 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Tables</w:t>
            </w:r>
          </w:p>
        </w:tc>
        <w:tc>
          <w:tcPr>
            <w:tcW w:w="1742" w:type="dxa"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Navguide</w:t>
            </w:r>
            <w:proofErr w:type="spellEnd"/>
            <w:r w:rsidRPr="00A5746E">
              <w:rPr>
                <w:lang w:eastAsia="en-GB"/>
              </w:rPr>
              <w:t xml:space="preserve"> Coordinator</w:t>
            </w:r>
          </w:p>
        </w:tc>
      </w:tr>
      <w:tr w:rsidR="00A5746E" w:rsidRPr="00A5746E" w:rsidTr="00A5746E">
        <w:trPr>
          <w:trHeight w:val="56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C 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Figures</w:t>
            </w:r>
          </w:p>
        </w:tc>
        <w:tc>
          <w:tcPr>
            <w:tcW w:w="1742" w:type="dxa"/>
            <w:hideMark/>
          </w:tcPr>
          <w:p w:rsidR="00A5746E" w:rsidRPr="00A5746E" w:rsidRDefault="00A5746E" w:rsidP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Navguide</w:t>
            </w:r>
            <w:proofErr w:type="spellEnd"/>
            <w:r w:rsidRPr="00A5746E">
              <w:rPr>
                <w:lang w:eastAsia="en-GB"/>
              </w:rPr>
              <w:t xml:space="preserve"> Coordinator</w:t>
            </w:r>
          </w:p>
        </w:tc>
      </w:tr>
    </w:tbl>
    <w:p w:rsidR="009930FD" w:rsidRPr="009930FD" w:rsidRDefault="009930FD" w:rsidP="009930FD">
      <w:pPr>
        <w:rPr>
          <w:lang w:eastAsia="en-GB"/>
        </w:rPr>
      </w:pPr>
    </w:p>
    <w:sectPr w:rsidR="009930FD" w:rsidRPr="009930FD" w:rsidSect="00A5746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010" w:rsidRDefault="00325010" w:rsidP="00002906">
      <w:r>
        <w:separator/>
      </w:r>
    </w:p>
  </w:endnote>
  <w:endnote w:type="continuationSeparator" w:id="0">
    <w:p w:rsidR="00325010" w:rsidRDefault="0032501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46E" w:rsidRDefault="00A5746E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A7A5C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010" w:rsidRDefault="00325010" w:rsidP="00002906">
      <w:r>
        <w:separator/>
      </w:r>
    </w:p>
  </w:footnote>
  <w:footnote w:type="continuationSeparator" w:id="0">
    <w:p w:rsidR="00325010" w:rsidRDefault="00325010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1226523"/>
    <w:multiLevelType w:val="hybridMultilevel"/>
    <w:tmpl w:val="7F24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2"/>
    <w:rsid w:val="00002906"/>
    <w:rsid w:val="00031A92"/>
    <w:rsid w:val="000348ED"/>
    <w:rsid w:val="00036801"/>
    <w:rsid w:val="00050DA7"/>
    <w:rsid w:val="000A1494"/>
    <w:rsid w:val="000A5A01"/>
    <w:rsid w:val="000A7BD9"/>
    <w:rsid w:val="00135447"/>
    <w:rsid w:val="00152273"/>
    <w:rsid w:val="001A654A"/>
    <w:rsid w:val="001C74CF"/>
    <w:rsid w:val="002D4716"/>
    <w:rsid w:val="00324CB6"/>
    <w:rsid w:val="00325010"/>
    <w:rsid w:val="003A7A5C"/>
    <w:rsid w:val="003D55DD"/>
    <w:rsid w:val="003E1831"/>
    <w:rsid w:val="00424954"/>
    <w:rsid w:val="004C1386"/>
    <w:rsid w:val="004C220D"/>
    <w:rsid w:val="005621C7"/>
    <w:rsid w:val="00573DE2"/>
    <w:rsid w:val="00597314"/>
    <w:rsid w:val="005D05AC"/>
    <w:rsid w:val="00630F7F"/>
    <w:rsid w:val="0064435F"/>
    <w:rsid w:val="006D470F"/>
    <w:rsid w:val="00727E88"/>
    <w:rsid w:val="00775878"/>
    <w:rsid w:val="00784A5B"/>
    <w:rsid w:val="0080092C"/>
    <w:rsid w:val="00872453"/>
    <w:rsid w:val="00875502"/>
    <w:rsid w:val="008A792A"/>
    <w:rsid w:val="008B08F1"/>
    <w:rsid w:val="008B57A4"/>
    <w:rsid w:val="008F13DD"/>
    <w:rsid w:val="00902AA4"/>
    <w:rsid w:val="009930FD"/>
    <w:rsid w:val="009F3B6C"/>
    <w:rsid w:val="009F5C36"/>
    <w:rsid w:val="00A27F12"/>
    <w:rsid w:val="00A30579"/>
    <w:rsid w:val="00A5746E"/>
    <w:rsid w:val="00A76DC0"/>
    <w:rsid w:val="00AA76C0"/>
    <w:rsid w:val="00B077EC"/>
    <w:rsid w:val="00B15B24"/>
    <w:rsid w:val="00B428DA"/>
    <w:rsid w:val="00B55DC8"/>
    <w:rsid w:val="00B8247E"/>
    <w:rsid w:val="00BE56DF"/>
    <w:rsid w:val="00CA04AF"/>
    <w:rsid w:val="00DD59F1"/>
    <w:rsid w:val="00E22434"/>
    <w:rsid w:val="00E93C9B"/>
    <w:rsid w:val="00EE3F2F"/>
    <w:rsid w:val="00F5714D"/>
    <w:rsid w:val="00F61623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martin.bransby@gla-rrnav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tin.bransby@gla-rrnav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6EBB6-118D-4C95-8EAD-243BA0900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234</TotalTime>
  <Pages>7</Pages>
  <Words>1602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10394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Wim</cp:lastModifiedBy>
  <cp:revision>10</cp:revision>
  <cp:lastPrinted>2006-10-19T11:49:00Z</cp:lastPrinted>
  <dcterms:created xsi:type="dcterms:W3CDTF">2014-11-25T10:42:00Z</dcterms:created>
  <dcterms:modified xsi:type="dcterms:W3CDTF">2014-11-27T19:18:00Z</dcterms:modified>
</cp:coreProperties>
</file>